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6521DBBA" w:rsidR="008F4AEA" w:rsidRPr="007213E4" w:rsidRDefault="00504D74" w:rsidP="007213E4">
          <w:pPr>
            <w:pStyle w:val="PNTextzkladn"/>
            <w:rPr>
              <w:rStyle w:val="PNNzevakce"/>
            </w:rPr>
          </w:pPr>
          <w:r w:rsidRPr="00D849FD">
            <w:rPr>
              <w:rStyle w:val="PNNzevakce"/>
            </w:rPr>
            <w:t>„Cyklická obnova trati v úseku Liběchov (mimo) – Nymburk (mimo)“</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46D987DD" w14:textId="77777777" w:rsidR="00557AF2" w:rsidRDefault="00557AF2" w:rsidP="00557AF2">
      <w:pPr>
        <w:pStyle w:val="Textbezodsazen"/>
        <w:spacing w:after="0"/>
      </w:pPr>
      <w:r w:rsidRPr="001641ED">
        <w:t>Bohumil Zimola, přednosta Správy tratí Praha východ</w:t>
      </w:r>
    </w:p>
    <w:p w14:paraId="223E1509" w14:textId="77777777" w:rsidR="00557AF2" w:rsidRDefault="00557AF2" w:rsidP="00557AF2">
      <w:pPr>
        <w:pStyle w:val="Textbezodsazen"/>
        <w:spacing w:after="0"/>
      </w:pPr>
      <w:r>
        <w:t>Správa železnic, státní organizace</w:t>
      </w:r>
    </w:p>
    <w:p w14:paraId="42B9B563" w14:textId="77777777" w:rsidR="00557AF2" w:rsidRDefault="00557AF2" w:rsidP="00557AF2">
      <w:pPr>
        <w:pStyle w:val="Textbezodsazen"/>
        <w:spacing w:after="0"/>
      </w:pPr>
      <w:r>
        <w:t xml:space="preserve">Oblastní ředitelství </w:t>
      </w:r>
      <w:proofErr w:type="gramStart"/>
      <w:r>
        <w:t>Praha - Správa</w:t>
      </w:r>
      <w:proofErr w:type="gramEnd"/>
      <w:r>
        <w:t xml:space="preserve"> tratí Praha východ</w:t>
      </w:r>
    </w:p>
    <w:p w14:paraId="69707CDD" w14:textId="77777777" w:rsidR="00557AF2" w:rsidRDefault="00557AF2" w:rsidP="00557AF2">
      <w:pPr>
        <w:pStyle w:val="Textbezodsazen"/>
        <w:spacing w:after="0"/>
      </w:pPr>
      <w:proofErr w:type="spellStart"/>
      <w:r w:rsidRPr="00573A38">
        <w:t>Rorejcova</w:t>
      </w:r>
      <w:proofErr w:type="spellEnd"/>
      <w:r w:rsidRPr="00573A38">
        <w:t xml:space="preserve"> 573, 280 02 Kolín</w:t>
      </w:r>
    </w:p>
    <w:p w14:paraId="0ABA9B51" w14:textId="1B732BB0" w:rsidR="00C96E7C" w:rsidRDefault="00557AF2" w:rsidP="00557AF2">
      <w:pPr>
        <w:pStyle w:val="PNTextbezodsazmezer"/>
      </w:pPr>
      <w:r w:rsidRPr="007040A3">
        <w:t xml:space="preserve">tel.: +420 </w:t>
      </w:r>
      <w:r>
        <w:t xml:space="preserve">606 419 951, e-mail: </w:t>
      </w:r>
      <w:hyperlink r:id="rId11" w:history="1">
        <w:r w:rsidRPr="003C6052">
          <w:rPr>
            <w:rStyle w:val="Hypertextovodkaz"/>
          </w:rPr>
          <w:t>Zimola@spravazeleznic.cz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086357" w:rsidRDefault="00E41EEA" w:rsidP="00C8486C">
            <w:pPr>
              <w:pStyle w:val="Tabulka-9"/>
              <w:rPr>
                <w:b/>
                <w:bCs/>
              </w:rPr>
            </w:pPr>
            <w:r w:rsidRPr="00086357">
              <w:rPr>
                <w:b/>
                <w:bCs/>
              </w:rPr>
              <w:t>Sekce</w:t>
            </w:r>
            <w:r w:rsidR="009A06AE" w:rsidRPr="00086357">
              <w:rPr>
                <w:b/>
                <w:bCs/>
              </w:rPr>
              <w:t xml:space="preserve"> </w:t>
            </w:r>
            <w:r w:rsidR="001965E6" w:rsidRPr="00086357">
              <w:rPr>
                <w:b/>
                <w:bCs/>
              </w:rPr>
              <w:t xml:space="preserve">1 </w:t>
            </w:r>
            <w:r w:rsidR="009A06AE" w:rsidRPr="00086357">
              <w:rPr>
                <w:b/>
                <w:bCs/>
              </w:rPr>
              <w:t>stavební</w:t>
            </w:r>
          </w:p>
          <w:p w14:paraId="39805356" w14:textId="5E15104A" w:rsidR="00E55B33" w:rsidRPr="00194E72" w:rsidRDefault="00996496" w:rsidP="00C8486C">
            <w:pPr>
              <w:pStyle w:val="Tabulka-9"/>
            </w:pPr>
            <w:r w:rsidRPr="00194E72">
              <w:t xml:space="preserve">zahrnující všechny SO kromě </w:t>
            </w:r>
            <w:r w:rsidR="00F11B82">
              <w:t>SO 06 DSPS</w:t>
            </w:r>
          </w:p>
        </w:tc>
        <w:tc>
          <w:tcPr>
            <w:tcW w:w="3260" w:type="dxa"/>
          </w:tcPr>
          <w:p w14:paraId="0B09EE33" w14:textId="338B08D9" w:rsidR="00E41EEA" w:rsidRPr="005639A7" w:rsidRDefault="00F11B82" w:rsidP="007B235A">
            <w:pPr>
              <w:pStyle w:val="Tabulka-9"/>
            </w:pPr>
            <w:r w:rsidRPr="005639A7">
              <w:rPr>
                <w:rFonts w:cs="Calibri"/>
                <w:color w:val="000000" w:themeColor="text1"/>
              </w:rPr>
              <w:t xml:space="preserve">3 měsíce od </w:t>
            </w:r>
            <w:r w:rsidR="000B2A16">
              <w:rPr>
                <w:rFonts w:cs="Calibri"/>
                <w:color w:val="000000" w:themeColor="text1"/>
              </w:rPr>
              <w:t>Dat</w:t>
            </w:r>
            <w:r w:rsidR="00086357">
              <w:rPr>
                <w:rFonts w:cs="Calibri"/>
                <w:color w:val="000000" w:themeColor="text1"/>
              </w:rPr>
              <w:t>a zahájení prací</w:t>
            </w:r>
          </w:p>
        </w:tc>
      </w:tr>
      <w:tr w:rsidR="00383412" w14:paraId="0CB3B4A0" w14:textId="77777777" w:rsidTr="00383412">
        <w:trPr>
          <w:trHeight w:val="612"/>
        </w:trPr>
        <w:tc>
          <w:tcPr>
            <w:tcW w:w="5608" w:type="dxa"/>
          </w:tcPr>
          <w:p w14:paraId="2055561F" w14:textId="77777777" w:rsidR="0055738B" w:rsidRDefault="00383412" w:rsidP="00383412">
            <w:pPr>
              <w:pStyle w:val="Tabulka-9"/>
              <w:rPr>
                <w:rFonts w:asciiTheme="majorHAnsi" w:hAnsiTheme="majorHAnsi"/>
              </w:rPr>
            </w:pPr>
            <w:r w:rsidRPr="00086357">
              <w:rPr>
                <w:rFonts w:asciiTheme="majorHAnsi" w:hAnsiTheme="majorHAnsi"/>
                <w:b/>
                <w:bCs/>
              </w:rPr>
              <w:t>Dokončení díla</w:t>
            </w:r>
          </w:p>
          <w:p w14:paraId="683C7713" w14:textId="55205D94" w:rsidR="00383412" w:rsidRPr="00383412" w:rsidRDefault="00383412" w:rsidP="00383412">
            <w:pPr>
              <w:pStyle w:val="Tabulka-9"/>
              <w:rPr>
                <w:rFonts w:asciiTheme="majorHAnsi" w:hAnsiTheme="majorHAnsi"/>
              </w:rPr>
            </w:pPr>
            <w:r w:rsidRPr="00383412">
              <w:rPr>
                <w:rFonts w:asciiTheme="majorHAnsi" w:hAnsiTheme="majorHAnsi"/>
              </w:rPr>
              <w:t>SO 06 DSPS</w:t>
            </w:r>
          </w:p>
        </w:tc>
        <w:tc>
          <w:tcPr>
            <w:tcW w:w="3260" w:type="dxa"/>
          </w:tcPr>
          <w:p w14:paraId="72B10903" w14:textId="560ECBE3" w:rsidR="00383412" w:rsidRPr="00383412" w:rsidRDefault="00244DC7" w:rsidP="00383412">
            <w:pPr>
              <w:pStyle w:val="Tabulka-9"/>
              <w:rPr>
                <w:rFonts w:asciiTheme="majorHAnsi" w:hAnsiTheme="majorHAnsi" w:cs="Calibri"/>
              </w:rPr>
            </w:pPr>
            <w:r w:rsidRPr="00244DC7">
              <w:rPr>
                <w:rFonts w:asciiTheme="majorHAnsi" w:hAnsiTheme="majorHAnsi" w:cs="Calibri"/>
              </w:rPr>
              <w:t>5 měsíců ode dne vydání Potvrzení o převzetí Sekce 1 stavební</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68233F">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68ACD130"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2C75BC75" w:rsidR="00C96E7C" w:rsidRDefault="00C96E7C" w:rsidP="005D168C">
      <w:pPr>
        <w:pStyle w:val="PNTextzkladn"/>
      </w:pPr>
      <w:r>
        <w:t>Přístup na Staveniště bude Zhotoviteli umožněn od</w:t>
      </w:r>
      <w:r w:rsidR="00F02DCB" w:rsidRPr="00F02DCB">
        <w:t xml:space="preserve"> </w:t>
      </w:r>
      <w:r w:rsidR="00F02DCB" w:rsidRPr="00D5493F">
        <w:t xml:space="preserve">předání </w:t>
      </w:r>
      <w:r w:rsidR="002E6001">
        <w:t>S</w:t>
      </w:r>
      <w:r w:rsidR="00F02DCB" w:rsidRPr="00D5493F">
        <w:t>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51BDCE29" w14:textId="77777777" w:rsidR="002E6001" w:rsidRDefault="002E6001" w:rsidP="002E6001">
      <w:pPr>
        <w:pStyle w:val="PNTextzkladn"/>
      </w:pPr>
      <w:r>
        <w:t xml:space="preserve">Ve věcech </w:t>
      </w:r>
      <w:r w:rsidRPr="00CF609C">
        <w:t>smluvních</w:t>
      </w:r>
      <w:r>
        <w:t xml:space="preserve"> a obchodních (vyjma podpisu Smlouvy o dílo a případně jejích změn a dodatků):</w:t>
      </w:r>
    </w:p>
    <w:p w14:paraId="799ACA77" w14:textId="77777777" w:rsidR="002E6001" w:rsidRPr="00FB7C02" w:rsidRDefault="002E6001" w:rsidP="002E6001">
      <w:pPr>
        <w:pStyle w:val="PNOdrka1-"/>
      </w:pPr>
      <w:r w:rsidRPr="00FB7C02">
        <w:t xml:space="preserve">Ing. Pavel Stejskal, e-mail: </w:t>
      </w:r>
      <w:hyperlink r:id="rId15" w:history="1">
        <w:r w:rsidRPr="00FB7C02">
          <w:rPr>
            <w:rStyle w:val="Hypertextovodkaz"/>
          </w:rPr>
          <w:t>StejskalPa@spravazeleznic.cz</w:t>
        </w:r>
      </w:hyperlink>
      <w:r w:rsidRPr="00FB7C02">
        <w:rPr>
          <w:rStyle w:val="Hypertextovodkaz"/>
          <w:color w:val="auto"/>
          <w:u w:val="none"/>
        </w:rPr>
        <w:t>, tel.: +420 601 367 927</w:t>
      </w:r>
    </w:p>
    <w:p w14:paraId="425633B0" w14:textId="77777777" w:rsidR="002E6001" w:rsidRPr="00FB7C02" w:rsidRDefault="002E6001" w:rsidP="002E6001">
      <w:pPr>
        <w:pStyle w:val="PNTextzkladn"/>
        <w:spacing w:before="120"/>
      </w:pPr>
      <w:r w:rsidRPr="00FB7C02">
        <w:t>Ve věci kontroly požití alkoholu a/nebo návykových látek:</w:t>
      </w:r>
    </w:p>
    <w:p w14:paraId="0009B58B" w14:textId="77777777" w:rsidR="002E6001" w:rsidRPr="00BA5D0E" w:rsidRDefault="002E6001" w:rsidP="002E6001">
      <w:pPr>
        <w:pStyle w:val="PNOdrka1-"/>
      </w:pPr>
      <w:r w:rsidRPr="00BA5D0E">
        <w:t xml:space="preserve">Bohumil Zimola, e-mail: </w:t>
      </w:r>
      <w:hyperlink r:id="rId16" w:history="1">
        <w:r w:rsidRPr="00BA5D0E">
          <w:rPr>
            <w:rStyle w:val="Hypertextovodkaz"/>
          </w:rPr>
          <w:t>Zimola@spravazeleznic.cz</w:t>
        </w:r>
      </w:hyperlink>
      <w:r w:rsidRPr="00BA5D0E">
        <w:rPr>
          <w:rStyle w:val="Hypertextovodkaz"/>
          <w:color w:val="auto"/>
          <w:u w:val="none"/>
        </w:rPr>
        <w:t xml:space="preserve">, tel.: </w:t>
      </w:r>
      <w:r w:rsidRPr="00BA5D0E">
        <w:t>+420 606 419 951</w:t>
      </w:r>
    </w:p>
    <w:p w14:paraId="0F86375E" w14:textId="77777777" w:rsidR="002E6001" w:rsidRDefault="002E6001" w:rsidP="002E6001">
      <w:pPr>
        <w:pStyle w:val="PNTextzkladn"/>
      </w:pPr>
      <w:r w:rsidRPr="001B5BAE">
        <w:t>Ve věcech geodetických (úředně oprávněný zeměměřický inženýr)</w:t>
      </w:r>
      <w:r>
        <w:t>:</w:t>
      </w:r>
    </w:p>
    <w:p w14:paraId="0DCE615E" w14:textId="2B06C886" w:rsidR="00C96E7C" w:rsidRPr="00CF609C" w:rsidRDefault="002E6001" w:rsidP="002E6001">
      <w:pPr>
        <w:pStyle w:val="PNOdrka1-"/>
        <w:rPr>
          <w:i/>
        </w:rPr>
      </w:pPr>
      <w:r w:rsidRPr="00917640">
        <w:t xml:space="preserve">Ing. Michal Sekanina, </w:t>
      </w:r>
      <w:hyperlink r:id="rId17" w:history="1">
        <w:r w:rsidRPr="00917640">
          <w:rPr>
            <w:rStyle w:val="Hypertextovodkaz"/>
            <w:noProof w:val="0"/>
          </w:rPr>
          <w:t>SekaninaMic@spravazeleznic.cz</w:t>
        </w:r>
      </w:hyperlink>
      <w:r w:rsidRPr="00917640">
        <w:t xml:space="preserve">, tel.: </w:t>
      </w:r>
      <w:r>
        <w:t>+420 601 327 748</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74540BA6"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8B0B1B4" w14:textId="5DF2047C" w:rsidR="00857A77" w:rsidRDefault="00E91D47" w:rsidP="00BC1F17">
      <w:pPr>
        <w:pStyle w:val="PNTextzkladn"/>
      </w:pPr>
      <w:r w:rsidRPr="009F4424">
        <w:t xml:space="preserve">Tento </w:t>
      </w:r>
      <w:r w:rsidR="004A00B4">
        <w:t>P</w:t>
      </w:r>
      <w:r w:rsidRPr="009F4424">
        <w:t xml:space="preserve">od-článek se </w:t>
      </w:r>
      <w:r w:rsidRPr="00150E39">
        <w:t>nepoužije</w:t>
      </w:r>
      <w:r w:rsidR="00BC1F17">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4C5DC05" w14:textId="078895B0" w:rsidR="00C96E7C" w:rsidRDefault="00C96E7C" w:rsidP="00F7712A">
      <w:pPr>
        <w:pStyle w:val="PNNadpis9b-tun"/>
      </w:pPr>
      <w:r w:rsidRPr="00CF609C">
        <w:t>Pod-článek 4.27 (e)</w:t>
      </w: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5ACA41E6"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2FEE4ED1" w14:textId="645F6974" w:rsidR="00FE06D6" w:rsidRPr="00025526" w:rsidRDefault="00FE06D6" w:rsidP="00025526">
      <w:pPr>
        <w:pStyle w:val="Textkomente"/>
        <w:rPr>
          <w:rFonts w:asciiTheme="minorHAnsi" w:hAnsiTheme="minorHAnsi"/>
          <w:sz w:val="18"/>
          <w:szCs w:val="18"/>
        </w:rPr>
      </w:pPr>
      <w:r w:rsidRPr="00025526">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CFC9F1C" w14:textId="635DBCDF" w:rsidR="00FE06D6" w:rsidRPr="003853C5" w:rsidRDefault="00500582" w:rsidP="003853C5">
      <w:pPr>
        <w:pStyle w:val="PNTextzkladn"/>
        <w:keepNext/>
      </w:pPr>
      <w:r w:rsidRPr="00150E39">
        <w:t xml:space="preserve">Pro provádění Díla nejsou stanoveny žádné postupné </w:t>
      </w:r>
      <w:r w:rsidR="00551CAD">
        <w:t xml:space="preserve">závazné </w:t>
      </w:r>
      <w:r w:rsidRPr="00150E39">
        <w:t>milníky.</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35FDB159" w:rsidR="00C96E7C" w:rsidRDefault="00C96E7C" w:rsidP="005D168C">
      <w:pPr>
        <w:pStyle w:val="PNTextzkladn"/>
      </w:pPr>
      <w:r>
        <w:t xml:space="preserve">Zhotovitel je povinen dokončit celé Dílo včetně příslušné dokumentace dle </w:t>
      </w:r>
      <w:r w:rsidR="004A00B4">
        <w:t>P</w:t>
      </w:r>
      <w:r>
        <w:t xml:space="preserve">od-článku 7.9 </w:t>
      </w:r>
      <w:r w:rsidR="00FE3B2B">
        <w:br/>
      </w:r>
      <w:r>
        <w:t>do</w:t>
      </w:r>
      <w:r w:rsidR="00204751">
        <w:t> </w:t>
      </w:r>
      <w:r w:rsidR="00557383">
        <w:t>8</w:t>
      </w:r>
      <w:r w:rsidR="00FE3B2B">
        <w:t xml:space="preserve"> měsíců </w:t>
      </w:r>
      <w:r>
        <w:t>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79CEC2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E2517D">
        <w:t>20 %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15E685" w14:textId="74793F80" w:rsidR="00157862" w:rsidRPr="00157862" w:rsidRDefault="00C96E7C" w:rsidP="00A15A2F">
      <w:pPr>
        <w:pStyle w:val="PNTextzkladn"/>
      </w:pPr>
      <w:r w:rsidRPr="00367EBA">
        <w:t>Celkový součet požadovaných</w:t>
      </w:r>
      <w:r>
        <w:t xml:space="preserve"> zálohových plateb nesmí překročit Smluvní cenu.</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677A8032" w:rsidR="00BF5233" w:rsidRPr="00FD7F35" w:rsidRDefault="00C96E7C" w:rsidP="00BF5233">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66659FB6"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D849FD" w14:paraId="64833EE6" w14:textId="77777777" w:rsidTr="00031645">
      <w:tc>
        <w:tcPr>
          <w:tcW w:w="1021" w:type="dxa"/>
          <w:vAlign w:val="bottom"/>
        </w:tcPr>
        <w:p w14:paraId="40DBF938" w14:textId="1E67E867" w:rsidR="00031645" w:rsidRPr="00D849FD" w:rsidRDefault="00031645" w:rsidP="00031645">
          <w:pPr>
            <w:pStyle w:val="Zpat"/>
            <w:rPr>
              <w:rStyle w:val="slostrnky"/>
            </w:rPr>
          </w:pPr>
          <w:r w:rsidRPr="00D849FD">
            <w:rPr>
              <w:rStyle w:val="slostrnky"/>
            </w:rPr>
            <w:fldChar w:fldCharType="begin"/>
          </w:r>
          <w:r w:rsidRPr="00D849FD">
            <w:rPr>
              <w:rStyle w:val="slostrnky"/>
            </w:rPr>
            <w:instrText>PAGE   \* MERGEFORMAT</w:instrText>
          </w:r>
          <w:r w:rsidRPr="00D849FD">
            <w:rPr>
              <w:rStyle w:val="slostrnky"/>
            </w:rPr>
            <w:fldChar w:fldCharType="separate"/>
          </w:r>
          <w:r w:rsidR="00C3166B" w:rsidRPr="00D849FD">
            <w:rPr>
              <w:rStyle w:val="slostrnky"/>
              <w:noProof/>
            </w:rPr>
            <w:t>10</w:t>
          </w:r>
          <w:r w:rsidRPr="00D849FD">
            <w:rPr>
              <w:rStyle w:val="slostrnky"/>
            </w:rPr>
            <w:fldChar w:fldCharType="end"/>
          </w:r>
          <w:r w:rsidRPr="00D849FD">
            <w:rPr>
              <w:rStyle w:val="slostrnky"/>
            </w:rPr>
            <w:t>/</w:t>
          </w:r>
          <w:r w:rsidRPr="00D849FD">
            <w:rPr>
              <w:rStyle w:val="slostrnky"/>
            </w:rPr>
            <w:fldChar w:fldCharType="begin"/>
          </w:r>
          <w:r w:rsidRPr="00D849FD">
            <w:rPr>
              <w:rStyle w:val="slostrnky"/>
            </w:rPr>
            <w:instrText xml:space="preserve"> NUMPAGES   \* MERGEFORMAT </w:instrText>
          </w:r>
          <w:r w:rsidRPr="00D849FD">
            <w:rPr>
              <w:rStyle w:val="slostrnky"/>
            </w:rPr>
            <w:fldChar w:fldCharType="separate"/>
          </w:r>
          <w:r w:rsidR="00C3166B" w:rsidRPr="00D849FD">
            <w:rPr>
              <w:rStyle w:val="slostrnky"/>
              <w:noProof/>
            </w:rPr>
            <w:t>10</w:t>
          </w:r>
          <w:r w:rsidRPr="00D849FD">
            <w:rPr>
              <w:rStyle w:val="slostrnky"/>
            </w:rPr>
            <w:fldChar w:fldCharType="end"/>
          </w:r>
        </w:p>
      </w:tc>
      <w:tc>
        <w:tcPr>
          <w:tcW w:w="0" w:type="auto"/>
          <w:vAlign w:val="bottom"/>
        </w:tcPr>
        <w:p w14:paraId="51F4B3C8" w14:textId="77777777" w:rsidR="00031645" w:rsidRPr="00D849FD" w:rsidRDefault="00031645" w:rsidP="00031645">
          <w:pPr>
            <w:pStyle w:val="Zpatvlevo"/>
            <w:rPr>
              <w:bCs/>
            </w:rPr>
          </w:pPr>
          <w:r w:rsidRPr="00D849FD">
            <w:rPr>
              <w:bCs/>
            </w:rPr>
            <w:t>Příloha k a nabídce</w:t>
          </w:r>
        </w:p>
        <w:p w14:paraId="33A1E2B6" w14:textId="388EFE4B" w:rsidR="00031645" w:rsidRPr="00D849FD" w:rsidRDefault="00031645" w:rsidP="00967F7C">
          <w:pPr>
            <w:pStyle w:val="Zpatvlevo"/>
            <w:rPr>
              <w:bCs/>
            </w:rPr>
          </w:pPr>
          <w:r w:rsidRPr="00D849FD">
            <w:rPr>
              <w:bCs/>
            </w:rPr>
            <w:fldChar w:fldCharType="begin"/>
          </w:r>
          <w:r w:rsidRPr="00D849FD">
            <w:rPr>
              <w:bCs/>
            </w:rPr>
            <w:instrText xml:space="preserve"> STYLEREF  _</w:instrText>
          </w:r>
          <w:r w:rsidR="00EF10BA" w:rsidRPr="00D849FD">
            <w:rPr>
              <w:bCs/>
            </w:rPr>
            <w:instrText>PN_</w:instrText>
          </w:r>
          <w:r w:rsidRPr="00D849FD">
            <w:rPr>
              <w:bCs/>
            </w:rPr>
            <w:instrText xml:space="preserve">Název_akce  \* MERGEFORMAT </w:instrText>
          </w:r>
          <w:r w:rsidRPr="00D849FD">
            <w:rPr>
              <w:bCs/>
            </w:rPr>
            <w:fldChar w:fldCharType="separate"/>
          </w:r>
          <w:r w:rsidR="00244DC7">
            <w:rPr>
              <w:bCs/>
              <w:noProof/>
            </w:rPr>
            <w:t>„Cyklická obnova trati v úseku Liběchov (mimo) – Nymburk (mimo)“</w:t>
          </w:r>
          <w:r w:rsidR="00244DC7">
            <w:rPr>
              <w:bCs/>
              <w:noProof/>
            </w:rPr>
            <w:cr/>
          </w:r>
          <w:r w:rsidRPr="00D849FD">
            <w:rPr>
              <w:bCs/>
              <w:noProof/>
            </w:rPr>
            <w:fldChar w:fldCharType="end"/>
          </w:r>
        </w:p>
      </w:tc>
    </w:tr>
  </w:tbl>
  <w:p w14:paraId="1A10F525" w14:textId="77777777" w:rsidR="00031645" w:rsidRPr="00D849FD" w:rsidRDefault="00031645">
    <w:pPr>
      <w:pStyle w:val="Zpat"/>
      <w:rPr>
        <w:bCs/>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E54B9A" w:rsidRDefault="00031645" w:rsidP="007213E4">
          <w:pPr>
            <w:pStyle w:val="Zpatvpravo"/>
          </w:pPr>
          <w:r w:rsidRPr="00E54B9A">
            <w:t>Příloha k nabídce</w:t>
          </w:r>
        </w:p>
        <w:p w14:paraId="625FB912" w14:textId="02B53EC7" w:rsidR="00031645" w:rsidRPr="003462EB" w:rsidRDefault="00031645" w:rsidP="007213E4">
          <w:pPr>
            <w:pStyle w:val="Zpatvpravo"/>
            <w:rPr>
              <w:rStyle w:val="slostrnky"/>
              <w:b w:val="0"/>
              <w:color w:val="auto"/>
              <w:sz w:val="12"/>
            </w:rPr>
          </w:pPr>
          <w:r w:rsidRPr="00E54B9A">
            <w:fldChar w:fldCharType="begin"/>
          </w:r>
          <w:r w:rsidRPr="00E54B9A">
            <w:instrText xml:space="preserve"> STYLEREF  _</w:instrText>
          </w:r>
          <w:r w:rsidR="00EA6443" w:rsidRPr="00E54B9A">
            <w:instrText>PN_</w:instrText>
          </w:r>
          <w:r w:rsidRPr="00E54B9A">
            <w:instrText xml:space="preserve">Název_akce  \* MERGEFORMAT </w:instrText>
          </w:r>
          <w:r w:rsidRPr="00E54B9A">
            <w:fldChar w:fldCharType="separate"/>
          </w:r>
          <w:r w:rsidR="00244DC7">
            <w:rPr>
              <w:noProof/>
            </w:rPr>
            <w:t>„Cyklická obnova trati v úseku Liběchov (mimo) – Nymburk (mimo)“</w:t>
          </w:r>
          <w:r w:rsidR="00244DC7">
            <w:rPr>
              <w:noProof/>
            </w:rPr>
            <w:cr/>
          </w:r>
          <w:r w:rsidRPr="00E54B9A">
            <w:rPr>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87126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25526"/>
    <w:rsid w:val="00030170"/>
    <w:rsid w:val="00031645"/>
    <w:rsid w:val="00041EC8"/>
    <w:rsid w:val="00044C35"/>
    <w:rsid w:val="0005008A"/>
    <w:rsid w:val="000519C9"/>
    <w:rsid w:val="000543DB"/>
    <w:rsid w:val="00061C82"/>
    <w:rsid w:val="0006588D"/>
    <w:rsid w:val="00067A5E"/>
    <w:rsid w:val="000719BB"/>
    <w:rsid w:val="00071A0E"/>
    <w:rsid w:val="00072A65"/>
    <w:rsid w:val="00072C1E"/>
    <w:rsid w:val="00073857"/>
    <w:rsid w:val="00080EC0"/>
    <w:rsid w:val="00086357"/>
    <w:rsid w:val="00092924"/>
    <w:rsid w:val="00097CAC"/>
    <w:rsid w:val="000B2A16"/>
    <w:rsid w:val="000B4EB8"/>
    <w:rsid w:val="000B706F"/>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140"/>
    <w:rsid w:val="0021172F"/>
    <w:rsid w:val="00234038"/>
    <w:rsid w:val="0023464E"/>
    <w:rsid w:val="00235D7C"/>
    <w:rsid w:val="00240B81"/>
    <w:rsid w:val="00240ED7"/>
    <w:rsid w:val="00244767"/>
    <w:rsid w:val="00244DC7"/>
    <w:rsid w:val="00245939"/>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00A"/>
    <w:rsid w:val="002E1D03"/>
    <w:rsid w:val="002E3A3F"/>
    <w:rsid w:val="002E3D9F"/>
    <w:rsid w:val="002E5C7B"/>
    <w:rsid w:val="002E6001"/>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1211"/>
    <w:rsid w:val="00383412"/>
    <w:rsid w:val="003853C5"/>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4D74"/>
    <w:rsid w:val="0050666E"/>
    <w:rsid w:val="005075E5"/>
    <w:rsid w:val="00511AB9"/>
    <w:rsid w:val="0051377C"/>
    <w:rsid w:val="00523BB5"/>
    <w:rsid w:val="00523EA7"/>
    <w:rsid w:val="00524F9E"/>
    <w:rsid w:val="005406EB"/>
    <w:rsid w:val="005475D9"/>
    <w:rsid w:val="00551CAD"/>
    <w:rsid w:val="00553375"/>
    <w:rsid w:val="00555884"/>
    <w:rsid w:val="005571A2"/>
    <w:rsid w:val="00557383"/>
    <w:rsid w:val="0055738B"/>
    <w:rsid w:val="005573AE"/>
    <w:rsid w:val="005579CC"/>
    <w:rsid w:val="00557AF2"/>
    <w:rsid w:val="005629F2"/>
    <w:rsid w:val="005639A7"/>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5504"/>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1988"/>
    <w:rsid w:val="00667A98"/>
    <w:rsid w:val="00673932"/>
    <w:rsid w:val="006759CC"/>
    <w:rsid w:val="006776B6"/>
    <w:rsid w:val="00680727"/>
    <w:rsid w:val="00681286"/>
    <w:rsid w:val="0068233F"/>
    <w:rsid w:val="00684518"/>
    <w:rsid w:val="00693150"/>
    <w:rsid w:val="006937D9"/>
    <w:rsid w:val="006A4B55"/>
    <w:rsid w:val="006A5570"/>
    <w:rsid w:val="006A689C"/>
    <w:rsid w:val="006B3D79"/>
    <w:rsid w:val="006B6FE4"/>
    <w:rsid w:val="006B73BB"/>
    <w:rsid w:val="006C1868"/>
    <w:rsid w:val="006C2343"/>
    <w:rsid w:val="006C442A"/>
    <w:rsid w:val="006C5D15"/>
    <w:rsid w:val="006D56FB"/>
    <w:rsid w:val="006E0578"/>
    <w:rsid w:val="006E13F8"/>
    <w:rsid w:val="006E2481"/>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235A"/>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624AC"/>
    <w:rsid w:val="00863268"/>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5A16"/>
    <w:rsid w:val="0092771B"/>
    <w:rsid w:val="00927B47"/>
    <w:rsid w:val="00936091"/>
    <w:rsid w:val="00940D8A"/>
    <w:rsid w:val="00953532"/>
    <w:rsid w:val="00962258"/>
    <w:rsid w:val="009678B7"/>
    <w:rsid w:val="00967F7C"/>
    <w:rsid w:val="00984EBC"/>
    <w:rsid w:val="00992D9C"/>
    <w:rsid w:val="009947F0"/>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5A2F"/>
    <w:rsid w:val="00A174BC"/>
    <w:rsid w:val="00A27EBF"/>
    <w:rsid w:val="00A3134E"/>
    <w:rsid w:val="00A318A8"/>
    <w:rsid w:val="00A50641"/>
    <w:rsid w:val="00A530BF"/>
    <w:rsid w:val="00A6121C"/>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1BA3"/>
    <w:rsid w:val="00B6270B"/>
    <w:rsid w:val="00B75EE1"/>
    <w:rsid w:val="00B77481"/>
    <w:rsid w:val="00B81113"/>
    <w:rsid w:val="00B8518B"/>
    <w:rsid w:val="00B94735"/>
    <w:rsid w:val="00B97CC3"/>
    <w:rsid w:val="00BA0EBA"/>
    <w:rsid w:val="00BB1D19"/>
    <w:rsid w:val="00BB79E8"/>
    <w:rsid w:val="00BC05F2"/>
    <w:rsid w:val="00BC06C4"/>
    <w:rsid w:val="00BC1F17"/>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1964"/>
    <w:rsid w:val="00C730C7"/>
    <w:rsid w:val="00C732F0"/>
    <w:rsid w:val="00C778A5"/>
    <w:rsid w:val="00C81FA5"/>
    <w:rsid w:val="00C83340"/>
    <w:rsid w:val="00C8486C"/>
    <w:rsid w:val="00C8675B"/>
    <w:rsid w:val="00C91DB7"/>
    <w:rsid w:val="00C9423A"/>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4E31"/>
    <w:rsid w:val="00D36BD5"/>
    <w:rsid w:val="00D36EA0"/>
    <w:rsid w:val="00D4108E"/>
    <w:rsid w:val="00D42C7E"/>
    <w:rsid w:val="00D435C3"/>
    <w:rsid w:val="00D45E4C"/>
    <w:rsid w:val="00D54131"/>
    <w:rsid w:val="00D60543"/>
    <w:rsid w:val="00D6163D"/>
    <w:rsid w:val="00D803B8"/>
    <w:rsid w:val="00D81A0E"/>
    <w:rsid w:val="00D831A3"/>
    <w:rsid w:val="00D849FD"/>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517D"/>
    <w:rsid w:val="00E26AD9"/>
    <w:rsid w:val="00E26D68"/>
    <w:rsid w:val="00E30C41"/>
    <w:rsid w:val="00E320BE"/>
    <w:rsid w:val="00E35CD9"/>
    <w:rsid w:val="00E37BAF"/>
    <w:rsid w:val="00E41EEA"/>
    <w:rsid w:val="00E44045"/>
    <w:rsid w:val="00E45560"/>
    <w:rsid w:val="00E46253"/>
    <w:rsid w:val="00E54B9A"/>
    <w:rsid w:val="00E55B33"/>
    <w:rsid w:val="00E618C4"/>
    <w:rsid w:val="00E72324"/>
    <w:rsid w:val="00E73472"/>
    <w:rsid w:val="00E76688"/>
    <w:rsid w:val="00E7697D"/>
    <w:rsid w:val="00E82DF7"/>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0DB5"/>
    <w:rsid w:val="00F016C7"/>
    <w:rsid w:val="00F02DCB"/>
    <w:rsid w:val="00F03129"/>
    <w:rsid w:val="00F0427E"/>
    <w:rsid w:val="00F11B82"/>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7712A"/>
    <w:rsid w:val="00F83E24"/>
    <w:rsid w:val="00F86BA6"/>
    <w:rsid w:val="00F873D4"/>
    <w:rsid w:val="00F87750"/>
    <w:rsid w:val="00F95494"/>
    <w:rsid w:val="00F95772"/>
    <w:rsid w:val="00FA401F"/>
    <w:rsid w:val="00FB17ED"/>
    <w:rsid w:val="00FB1DD4"/>
    <w:rsid w:val="00FB6342"/>
    <w:rsid w:val="00FC6389"/>
    <w:rsid w:val="00FD09ED"/>
    <w:rsid w:val="00FD5813"/>
    <w:rsid w:val="00FD7F35"/>
    <w:rsid w:val="00FE06D6"/>
    <w:rsid w:val="00FE1843"/>
    <w:rsid w:val="00FE3B2B"/>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paragraph" w:customStyle="1" w:styleId="Textbezodsazen">
    <w:name w:val="_Text_bez_odsazení"/>
    <w:basedOn w:val="Normln"/>
    <w:link w:val="TextbezodsazenChar"/>
    <w:qFormat/>
    <w:rsid w:val="00557AF2"/>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AF2"/>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SekaninaMic@spravazeleznic.cz" TargetMode="External"/><Relationship Id="rId2" Type="http://schemas.openxmlformats.org/officeDocument/2006/relationships/customXml" Target="../customXml/item2.xml"/><Relationship Id="rId16" Type="http://schemas.openxmlformats.org/officeDocument/2006/relationships/hyperlink" Target="file:///\\or00000phant001\Souteze$\SOUT&#282;&#381;E%20JEN\2024\ST%20Pv\15_24_Oprava%20trati%20v%20&#250;seku%20Po&#345;&#237;&#269;any%20-%20Nymburk%20hl.%20n\2.%20Ke%20zve&#345;ejn&#283;n&#237;%20na%20E-ZAK\Zimol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Zimola@spravazeleznic.cz" TargetMode="External"/><Relationship Id="rId5" Type="http://schemas.openxmlformats.org/officeDocument/2006/relationships/numbering" Target="numbering.xml"/><Relationship Id="rId15" Type="http://schemas.openxmlformats.org/officeDocument/2006/relationships/hyperlink" Target="StejskalP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B706F"/>
    <w:rsid w:val="00280DFD"/>
    <w:rsid w:val="00381211"/>
    <w:rsid w:val="00436061"/>
    <w:rsid w:val="006C1868"/>
    <w:rsid w:val="006F6EFB"/>
    <w:rsid w:val="00C71964"/>
    <w:rsid w:val="00DF47C1"/>
    <w:rsid w:val="00F00D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77</TotalTime>
  <Pages>9</Pages>
  <Words>3272</Words>
  <Characters>19308</Characters>
  <Application>Microsoft Office Word</Application>
  <DocSecurity>0</DocSecurity>
  <Lines>160</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Stejskal Pavel, Ing.</cp:lastModifiedBy>
  <cp:revision>57</cp:revision>
  <cp:lastPrinted>2025-04-23T11:33:00Z</cp:lastPrinted>
  <dcterms:created xsi:type="dcterms:W3CDTF">2023-06-20T09:01:00Z</dcterms:created>
  <dcterms:modified xsi:type="dcterms:W3CDTF">2025-05-16T10:33:00Z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